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B90E" w14:textId="77777777" w:rsidR="00150BD1" w:rsidRPr="002A3922" w:rsidRDefault="003C2698" w:rsidP="00F40E54">
      <w:pPr>
        <w:spacing w:line="320" w:lineRule="atLeast"/>
        <w:rPr>
          <w:rFonts w:asciiTheme="minorEastAsia" w:eastAsiaTheme="minorEastAsia" w:hAnsiTheme="minorEastAsia"/>
          <w:spacing w:val="16"/>
          <w:sz w:val="24"/>
        </w:rPr>
      </w:pPr>
      <w:r w:rsidRPr="002A3922">
        <w:rPr>
          <w:rFonts w:asciiTheme="minorEastAsia" w:eastAsiaTheme="minorEastAsia" w:hAnsiTheme="minorEastAsia" w:hint="eastAsia"/>
          <w:spacing w:val="16"/>
          <w:sz w:val="24"/>
        </w:rPr>
        <w:t>様式第６</w:t>
      </w:r>
      <w:r w:rsidR="009B6D4C" w:rsidRPr="002A3922">
        <w:rPr>
          <w:rFonts w:asciiTheme="minorEastAsia" w:eastAsiaTheme="minorEastAsia" w:hAnsiTheme="minorEastAsia" w:hint="eastAsia"/>
          <w:spacing w:val="16"/>
          <w:sz w:val="24"/>
        </w:rPr>
        <w:t>号</w:t>
      </w:r>
    </w:p>
    <w:p w14:paraId="38E32D78" w14:textId="77777777" w:rsidR="00150BD1" w:rsidRPr="002A3922" w:rsidRDefault="00150BD1" w:rsidP="001E38C3">
      <w:pPr>
        <w:spacing w:line="320" w:lineRule="atLeast"/>
        <w:jc w:val="center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8"/>
          <w:szCs w:val="28"/>
        </w:rPr>
        <w:t>入札</w:t>
      </w:r>
      <w:r w:rsidR="001E38C3" w:rsidRPr="002A3922">
        <w:rPr>
          <w:rFonts w:asciiTheme="minorEastAsia" w:eastAsiaTheme="minorEastAsia" w:hAnsiTheme="minorEastAsia" w:hint="eastAsia"/>
          <w:spacing w:val="16"/>
          <w:sz w:val="28"/>
          <w:szCs w:val="28"/>
        </w:rPr>
        <w:t>（契約）</w:t>
      </w:r>
      <w:r w:rsidRPr="002A3922">
        <w:rPr>
          <w:rFonts w:asciiTheme="minorEastAsia" w:eastAsiaTheme="minorEastAsia" w:hAnsiTheme="minorEastAsia" w:hint="eastAsia"/>
          <w:spacing w:val="16"/>
          <w:sz w:val="28"/>
          <w:szCs w:val="28"/>
        </w:rPr>
        <w:t>保証金</w:t>
      </w:r>
      <w:r w:rsidR="001E38C3" w:rsidRPr="002A3922">
        <w:rPr>
          <w:rFonts w:asciiTheme="minorEastAsia" w:eastAsiaTheme="minorEastAsia" w:hAnsiTheme="minorEastAsia" w:hint="eastAsia"/>
          <w:spacing w:val="16"/>
          <w:sz w:val="28"/>
          <w:szCs w:val="28"/>
        </w:rPr>
        <w:t>還付請求書</w:t>
      </w:r>
    </w:p>
    <w:p w14:paraId="7E543732" w14:textId="77777777" w:rsidR="00150BD1" w:rsidRPr="002A3922" w:rsidRDefault="00150BD1" w:rsidP="00150BD1">
      <w:pPr>
        <w:spacing w:line="320" w:lineRule="atLeast"/>
        <w:jc w:val="righ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令和　　年　　月　　日</w:t>
      </w:r>
    </w:p>
    <w:p w14:paraId="7FD67ADD" w14:textId="77777777" w:rsidR="00520537" w:rsidRPr="002A3922" w:rsidRDefault="00520537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（あて先）</w:t>
      </w:r>
    </w:p>
    <w:p w14:paraId="62345A4F" w14:textId="77777777" w:rsidR="003B6F0B" w:rsidRPr="002A3922" w:rsidRDefault="003B6F0B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地方独立行政法人埼玉県立病院機構</w:t>
      </w:r>
    </w:p>
    <w:p w14:paraId="0D796371" w14:textId="77777777" w:rsidR="00150BD1" w:rsidRPr="002A3922" w:rsidRDefault="003B6F0B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="00150BD1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埼玉県立</w:t>
      </w:r>
      <w:r w:rsidR="00397D28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小児</w:t>
      </w:r>
      <w:r w:rsidR="00150BD1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医療センター病院長</w:t>
      </w:r>
    </w:p>
    <w:p w14:paraId="04E89842" w14:textId="77777777" w:rsidR="00150BD1" w:rsidRPr="002A3922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6A25C3E9" w14:textId="77777777" w:rsidR="00397D28" w:rsidRPr="002A3922" w:rsidRDefault="00397D28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45D9BABB" w14:textId="77777777" w:rsidR="00150BD1" w:rsidRPr="002A3922" w:rsidRDefault="00150BD1" w:rsidP="00520537">
      <w:pPr>
        <w:spacing w:line="320" w:lineRule="atLeast"/>
        <w:ind w:leftChars="1575" w:left="3401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2A3922">
        <w:rPr>
          <w:rFonts w:asciiTheme="minorEastAsia" w:eastAsiaTheme="minorEastAsia" w:hAnsiTheme="minorEastAsia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CDD5FCA" w14:textId="77777777" w:rsidR="00150BD1" w:rsidRPr="002A3922" w:rsidRDefault="009B6D4C" w:rsidP="00520537">
      <w:pPr>
        <w:spacing w:line="320" w:lineRule="atLeast"/>
        <w:ind w:leftChars="1575" w:left="3401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2A3922">
        <w:rPr>
          <w:rFonts w:asciiTheme="minorEastAsia" w:eastAsiaTheme="minorEastAsia" w:hAnsiTheme="minorEastAsia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63B0A9A3" w14:textId="77777777" w:rsidR="00150BD1" w:rsidRPr="002A3922" w:rsidRDefault="00150BD1" w:rsidP="00520537">
      <w:pPr>
        <w:spacing w:line="320" w:lineRule="atLeast"/>
        <w:ind w:leftChars="1575" w:left="3401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代表者</w:t>
      </w:r>
      <w:r w:rsidR="00397D28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職氏</w:t>
      </w: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名　</w:t>
      </w:r>
      <w:r w:rsidR="00520537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</w:t>
      </w:r>
      <w:r w:rsidR="00397D28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　　　　</w:t>
      </w:r>
      <w:r w:rsidR="00397D28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　　㊞</w:t>
      </w:r>
    </w:p>
    <w:p w14:paraId="0B68C994" w14:textId="77777777" w:rsidR="00150BD1" w:rsidRPr="002A3922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4E09F3CE" w14:textId="77777777" w:rsidR="00150BD1" w:rsidRPr="002A3922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6EDAF2C9" w14:textId="77777777" w:rsidR="00150BD1" w:rsidRPr="002A3922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0A0F7C3" w14:textId="77777777" w:rsidR="00150BD1" w:rsidRPr="002A3922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1A4DDFAA" w14:textId="77777777" w:rsidR="00150BD1" w:rsidRPr="002A3922" w:rsidRDefault="00150BD1" w:rsidP="00150BD1">
      <w:pPr>
        <w:spacing w:line="320" w:lineRule="atLeast"/>
        <w:jc w:val="center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記</w:t>
      </w:r>
    </w:p>
    <w:p w14:paraId="388A3ED8" w14:textId="4A6A28C0" w:rsidR="00150BD1" w:rsidRPr="002A3922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１　調達案件名称</w:t>
      </w:r>
    </w:p>
    <w:p w14:paraId="2A99C640" w14:textId="10E9B675" w:rsidR="00150BD1" w:rsidRPr="002A3922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</w:t>
      </w:r>
      <w:r w:rsidR="00F50C37" w:rsidRPr="00F50C37">
        <w:rPr>
          <w:rFonts w:asciiTheme="minorEastAsia" w:eastAsiaTheme="minorEastAsia" w:hAnsiTheme="minorEastAsia" w:hint="eastAsia"/>
          <w:spacing w:val="16"/>
          <w:sz w:val="21"/>
          <w:szCs w:val="21"/>
        </w:rPr>
        <w:t>ナノピアP-FDP及びナノピアDダイマーの単価契約</w:t>
      </w:r>
    </w:p>
    <w:p w14:paraId="685760A9" w14:textId="77777777" w:rsidR="00150BD1" w:rsidRPr="002A3922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7B24244F" w14:textId="77777777" w:rsidR="00397D28" w:rsidRPr="002A3922" w:rsidRDefault="00397D28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２　公告年月日</w:t>
      </w:r>
    </w:p>
    <w:p w14:paraId="3491E0A3" w14:textId="1F733E4D" w:rsidR="00150BD1" w:rsidRPr="002A3922" w:rsidRDefault="00397D28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</w:t>
      </w:r>
      <w:r w:rsidR="002771F2" w:rsidRPr="002A3922">
        <w:rPr>
          <w:rFonts w:asciiTheme="minorEastAsia" w:eastAsiaTheme="minorEastAsia" w:hAnsiTheme="minorEastAsia" w:hint="eastAsia"/>
          <w:spacing w:val="16"/>
          <w:szCs w:val="22"/>
        </w:rPr>
        <w:t>令和</w:t>
      </w:r>
      <w:r w:rsidR="00D87D6F" w:rsidRPr="002A3922">
        <w:rPr>
          <w:rFonts w:asciiTheme="minorEastAsia" w:eastAsiaTheme="minorEastAsia" w:hAnsiTheme="minorEastAsia" w:hint="eastAsia"/>
          <w:spacing w:val="16"/>
          <w:szCs w:val="22"/>
        </w:rPr>
        <w:t>７</w:t>
      </w:r>
      <w:r w:rsidR="002771F2" w:rsidRPr="002A3922">
        <w:rPr>
          <w:rFonts w:asciiTheme="minorEastAsia" w:eastAsiaTheme="minorEastAsia" w:hAnsiTheme="minorEastAsia" w:hint="eastAsia"/>
          <w:spacing w:val="16"/>
          <w:szCs w:val="22"/>
        </w:rPr>
        <w:t>年</w:t>
      </w:r>
      <w:r w:rsidR="00F50C37">
        <w:rPr>
          <w:rFonts w:asciiTheme="minorEastAsia" w:eastAsiaTheme="minorEastAsia" w:hAnsiTheme="minorEastAsia" w:hint="eastAsia"/>
          <w:spacing w:val="16"/>
          <w:szCs w:val="22"/>
        </w:rPr>
        <w:t>９</w:t>
      </w:r>
      <w:r w:rsidR="002771F2" w:rsidRPr="002A3922">
        <w:rPr>
          <w:rFonts w:asciiTheme="minorEastAsia" w:eastAsiaTheme="minorEastAsia" w:hAnsiTheme="minorEastAsia" w:hint="eastAsia"/>
          <w:spacing w:val="16"/>
          <w:szCs w:val="22"/>
        </w:rPr>
        <w:t>月</w:t>
      </w:r>
      <w:r w:rsidR="00F50C37">
        <w:rPr>
          <w:rFonts w:asciiTheme="minorEastAsia" w:eastAsiaTheme="minorEastAsia" w:hAnsiTheme="minorEastAsia" w:hint="eastAsia"/>
          <w:spacing w:val="16"/>
          <w:szCs w:val="22"/>
        </w:rPr>
        <w:t>９</w:t>
      </w:r>
      <w:r w:rsidR="002771F2" w:rsidRPr="002A3922">
        <w:rPr>
          <w:rFonts w:asciiTheme="minorEastAsia" w:eastAsiaTheme="minorEastAsia" w:hAnsiTheme="minorEastAsia" w:hint="eastAsia"/>
          <w:spacing w:val="16"/>
          <w:szCs w:val="22"/>
        </w:rPr>
        <w:t>日（</w:t>
      </w:r>
      <w:r w:rsidR="00F50C37">
        <w:rPr>
          <w:rFonts w:asciiTheme="minorEastAsia" w:eastAsiaTheme="minorEastAsia" w:hAnsiTheme="minorEastAsia" w:hint="eastAsia"/>
          <w:spacing w:val="16"/>
          <w:szCs w:val="22"/>
        </w:rPr>
        <w:t>火</w:t>
      </w:r>
      <w:r w:rsidR="002771F2" w:rsidRPr="002A3922">
        <w:rPr>
          <w:rFonts w:asciiTheme="minorEastAsia" w:eastAsiaTheme="minorEastAsia" w:hAnsiTheme="minorEastAsia" w:hint="eastAsia"/>
          <w:spacing w:val="16"/>
          <w:szCs w:val="22"/>
        </w:rPr>
        <w:t>）</w:t>
      </w:r>
    </w:p>
    <w:p w14:paraId="5B63A375" w14:textId="77777777" w:rsidR="00150BD1" w:rsidRPr="002A3922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18829BF8" w14:textId="77777777" w:rsidR="00150BD1" w:rsidRPr="002A3922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３　</w:t>
      </w:r>
      <w:r w:rsidR="007F33C5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請求</w:t>
      </w: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金額</w:t>
      </w:r>
    </w:p>
    <w:p w14:paraId="65A6321D" w14:textId="77777777" w:rsidR="007F33C5" w:rsidRPr="002A3922" w:rsidRDefault="007F33C5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33DD6524" w14:textId="77777777" w:rsidR="00150BD1" w:rsidRPr="002A3922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  <w:u w:val="single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</w:t>
      </w: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F7DF16A" w14:textId="77777777" w:rsidR="00520537" w:rsidRPr="002A3922" w:rsidRDefault="00520537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（参考として、</w:t>
      </w:r>
      <w:r w:rsidR="00FE3677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払込</w:t>
      </w:r>
      <w:r w:rsidRPr="002A3922">
        <w:rPr>
          <w:rFonts w:asciiTheme="minorEastAsia" w:eastAsiaTheme="minorEastAsia" w:hAnsiTheme="minorEastAsia" w:cs="ＭＳ ゴシック" w:hint="eastAsia"/>
          <w:color w:val="000000" w:themeColor="text1"/>
          <w:szCs w:val="22"/>
        </w:rPr>
        <w:t>書兼領収書の写しを添付します。</w:t>
      </w: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）</w:t>
      </w:r>
    </w:p>
    <w:p w14:paraId="2DA35975" w14:textId="77777777" w:rsidR="00150BD1" w:rsidRPr="002A3922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</w:p>
    <w:p w14:paraId="6EABB132" w14:textId="77777777" w:rsidR="00150BD1" w:rsidRPr="002A3922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2A3922" w14:paraId="55DADFB1" w14:textId="77777777" w:rsidTr="00520537">
        <w:tc>
          <w:tcPr>
            <w:tcW w:w="2456" w:type="dxa"/>
            <w:vAlign w:val="center"/>
          </w:tcPr>
          <w:p w14:paraId="4BB9C73F" w14:textId="77777777" w:rsidR="00520537" w:rsidRPr="002A3922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A3922">
              <w:rPr>
                <w:rFonts w:asciiTheme="minorEastAsia" w:eastAsiaTheme="minorEastAsia" w:hAnsiTheme="minorEastAsia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11D8DEF" w14:textId="77777777" w:rsidR="00520537" w:rsidRPr="002A3922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A392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2A3922" w14:paraId="73A1E32C" w14:textId="77777777" w:rsidTr="00520537">
        <w:tc>
          <w:tcPr>
            <w:tcW w:w="2456" w:type="dxa"/>
            <w:vAlign w:val="center"/>
          </w:tcPr>
          <w:p w14:paraId="48C46949" w14:textId="77777777" w:rsidR="00520537" w:rsidRPr="002A3922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A3922">
              <w:rPr>
                <w:rFonts w:asciiTheme="minorEastAsia" w:eastAsiaTheme="minorEastAsia" w:hAnsiTheme="minorEastAsia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207E325" w14:textId="77777777" w:rsidR="00520537" w:rsidRPr="002A3922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20537" w:rsidRPr="002A3922" w14:paraId="3E111E7C" w14:textId="77777777" w:rsidTr="00D20A7B">
        <w:tc>
          <w:tcPr>
            <w:tcW w:w="2456" w:type="dxa"/>
            <w:vAlign w:val="center"/>
          </w:tcPr>
          <w:p w14:paraId="2494FBEF" w14:textId="77777777" w:rsidR="00520537" w:rsidRPr="002A3922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A3922">
              <w:rPr>
                <w:rFonts w:asciiTheme="minorEastAsia" w:eastAsiaTheme="minorEastAsia" w:hAnsiTheme="minorEastAsia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0291B780" w14:textId="77777777" w:rsidR="00520537" w:rsidRPr="002A3922" w:rsidRDefault="00520537" w:rsidP="00D20A7B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A3922">
              <w:rPr>
                <w:rFonts w:asciiTheme="minorEastAsia" w:eastAsiaTheme="minorEastAsia" w:hAnsiTheme="minorEastAsia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B395B67" w14:textId="77777777" w:rsidR="00520537" w:rsidRPr="002A3922" w:rsidRDefault="00520537" w:rsidP="007F33C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2745736" w14:textId="77777777" w:rsidR="00520537" w:rsidRPr="002A3922" w:rsidRDefault="00520537" w:rsidP="00D20A7B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A3922">
              <w:rPr>
                <w:rFonts w:asciiTheme="minorEastAsia" w:eastAsiaTheme="minorEastAsia" w:hAnsiTheme="minorEastAsia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4428676" w14:textId="77777777" w:rsidR="00520537" w:rsidRPr="002A3922" w:rsidRDefault="00520537" w:rsidP="007F33C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2D4086" w14:textId="77777777" w:rsidR="00520537" w:rsidRPr="002A3922" w:rsidRDefault="007F33C5" w:rsidP="00150BD1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A3922">
              <w:rPr>
                <w:rFonts w:asciiTheme="minorEastAsia" w:eastAsiaTheme="minorEastAsia" w:hAnsiTheme="minorEastAsia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2A3922" w14:paraId="4AAF00CE" w14:textId="77777777" w:rsidTr="00520537">
        <w:tc>
          <w:tcPr>
            <w:tcW w:w="2456" w:type="dxa"/>
            <w:vAlign w:val="center"/>
          </w:tcPr>
          <w:p w14:paraId="31CB51AA" w14:textId="77777777" w:rsidR="00520537" w:rsidRPr="002A3922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A3922">
              <w:rPr>
                <w:rFonts w:asciiTheme="minorEastAsia" w:eastAsiaTheme="minorEastAsia" w:hAnsiTheme="minorEastAsia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008BFB2" w14:textId="77777777" w:rsidR="00520537" w:rsidRPr="002A3922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6BEC351" w14:textId="77777777" w:rsidR="00520537" w:rsidRPr="002A3922" w:rsidRDefault="00520537" w:rsidP="00150BD1">
      <w:pPr>
        <w:rPr>
          <w:rFonts w:asciiTheme="minorEastAsia" w:eastAsiaTheme="minorEastAsia" w:hAnsiTheme="minorEastAsia"/>
          <w:sz w:val="21"/>
          <w:szCs w:val="21"/>
        </w:rPr>
      </w:pPr>
    </w:p>
    <w:p w14:paraId="4F57C428" w14:textId="77777777" w:rsidR="007F33C5" w:rsidRPr="002A3922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z w:val="21"/>
          <w:szCs w:val="21"/>
        </w:rPr>
        <w:t>【連絡先】　（担当者所属）</w:t>
      </w:r>
    </w:p>
    <w:p w14:paraId="750D022D" w14:textId="77777777" w:rsidR="00150BD1" w:rsidRPr="002A3922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z w:val="21"/>
          <w:szCs w:val="21"/>
        </w:rPr>
        <w:t xml:space="preserve">　　　　　　（担当者氏名）</w:t>
      </w:r>
    </w:p>
    <w:p w14:paraId="0F197BC6" w14:textId="77777777" w:rsidR="007F33C5" w:rsidRPr="002A3922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z w:val="21"/>
          <w:szCs w:val="21"/>
        </w:rPr>
        <w:t xml:space="preserve">　　　　　　</w:t>
      </w:r>
      <w:r w:rsidR="007F33C5" w:rsidRPr="002A3922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2A3922">
        <w:rPr>
          <w:rFonts w:asciiTheme="minorEastAsia" w:eastAsiaTheme="minorEastAsia" w:hAnsiTheme="minorEastAsia" w:hint="eastAsia"/>
          <w:sz w:val="21"/>
          <w:szCs w:val="21"/>
        </w:rPr>
        <w:t>（電話番号）</w:t>
      </w:r>
    </w:p>
    <w:p w14:paraId="5FAE257B" w14:textId="77777777" w:rsidR="00150BD1" w:rsidRPr="002A3922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z w:val="21"/>
          <w:szCs w:val="21"/>
        </w:rPr>
        <w:t xml:space="preserve">　　　　　　（ＦＡＸ番号）</w:t>
      </w:r>
    </w:p>
    <w:sectPr w:rsidR="00150BD1" w:rsidRPr="002A3922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201F" w14:textId="77777777" w:rsidR="00652927" w:rsidRDefault="00652927">
      <w:r>
        <w:separator/>
      </w:r>
    </w:p>
  </w:endnote>
  <w:endnote w:type="continuationSeparator" w:id="0">
    <w:p w14:paraId="3D22E158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B01F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D7D7BFE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FF5B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00ADA" w14:textId="77777777" w:rsidR="00652927" w:rsidRDefault="00652927">
      <w:r>
        <w:separator/>
      </w:r>
    </w:p>
  </w:footnote>
  <w:footnote w:type="continuationSeparator" w:id="0">
    <w:p w14:paraId="7FBD0740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3C57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5919562">
    <w:abstractNumId w:val="4"/>
  </w:num>
  <w:num w:numId="2" w16cid:durableId="1683892815">
    <w:abstractNumId w:val="0"/>
  </w:num>
  <w:num w:numId="3" w16cid:durableId="44573679">
    <w:abstractNumId w:val="3"/>
  </w:num>
  <w:num w:numId="4" w16cid:durableId="714082465">
    <w:abstractNumId w:val="1"/>
  </w:num>
  <w:num w:numId="5" w16cid:durableId="1316959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1F72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3922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71E"/>
    <w:rsid w:val="00421AA9"/>
    <w:rsid w:val="00422E84"/>
    <w:rsid w:val="0042641A"/>
    <w:rsid w:val="004264A5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3C07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10F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A7A74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1630C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47C19"/>
    <w:rsid w:val="00752497"/>
    <w:rsid w:val="00753938"/>
    <w:rsid w:val="00762E8D"/>
    <w:rsid w:val="00767FC7"/>
    <w:rsid w:val="007712D9"/>
    <w:rsid w:val="0077180F"/>
    <w:rsid w:val="00771A9B"/>
    <w:rsid w:val="0077637C"/>
    <w:rsid w:val="00781F32"/>
    <w:rsid w:val="00783CAA"/>
    <w:rsid w:val="007851C6"/>
    <w:rsid w:val="00793DF5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5985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2F2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27F"/>
    <w:rsid w:val="00B10BFE"/>
    <w:rsid w:val="00B117F5"/>
    <w:rsid w:val="00B11C73"/>
    <w:rsid w:val="00B15AF8"/>
    <w:rsid w:val="00B225BF"/>
    <w:rsid w:val="00B24B3E"/>
    <w:rsid w:val="00B25469"/>
    <w:rsid w:val="00B2723C"/>
    <w:rsid w:val="00B275A1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015B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0F21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6E45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87D6F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B458A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0F53"/>
    <w:rsid w:val="00F072C3"/>
    <w:rsid w:val="00F127D9"/>
    <w:rsid w:val="00F1766B"/>
    <w:rsid w:val="00F201D0"/>
    <w:rsid w:val="00F24446"/>
    <w:rsid w:val="00F31256"/>
    <w:rsid w:val="00F3451A"/>
    <w:rsid w:val="00F366EB"/>
    <w:rsid w:val="00F40E54"/>
    <w:rsid w:val="00F50292"/>
    <w:rsid w:val="00F50C37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2B34"/>
    <w:rsid w:val="00F83D76"/>
    <w:rsid w:val="00F955A5"/>
    <w:rsid w:val="00F959AA"/>
    <w:rsid w:val="00FA36C6"/>
    <w:rsid w:val="00FA5674"/>
    <w:rsid w:val="00FB430D"/>
    <w:rsid w:val="00FB4AEC"/>
    <w:rsid w:val="00FC3F56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537183E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5B067-873B-43B7-B2EC-1E0C6559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88</TotalTime>
  <Pages>1</Pages>
  <Words>263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三橋 知成</cp:lastModifiedBy>
  <cp:revision>58</cp:revision>
  <cp:lastPrinted>2025-07-03T05:52:00Z</cp:lastPrinted>
  <dcterms:created xsi:type="dcterms:W3CDTF">2020-01-22T03:01:00Z</dcterms:created>
  <dcterms:modified xsi:type="dcterms:W3CDTF">2025-09-08T06:09:00Z</dcterms:modified>
</cp:coreProperties>
</file>